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45" w:rsidRPr="00970F60" w:rsidRDefault="00024345" w:rsidP="00B04F9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0F60">
        <w:rPr>
          <w:rFonts w:ascii="Arial" w:hAnsi="Arial" w:cs="Arial"/>
          <w:b/>
          <w:bCs/>
          <w:sz w:val="24"/>
          <w:szCs w:val="24"/>
        </w:rPr>
        <w:t>Всероссийская олимпиада школьников по географии 2015-2016 учебный год</w:t>
      </w:r>
    </w:p>
    <w:p w:rsidR="00024345" w:rsidRDefault="00024345" w:rsidP="00B04F9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0F60">
        <w:rPr>
          <w:rFonts w:ascii="Arial" w:hAnsi="Arial" w:cs="Arial"/>
          <w:b/>
          <w:bCs/>
          <w:sz w:val="24"/>
          <w:szCs w:val="24"/>
        </w:rPr>
        <w:t>Школьный этап</w:t>
      </w:r>
    </w:p>
    <w:p w:rsidR="00024345" w:rsidRPr="00970F60" w:rsidRDefault="00024345" w:rsidP="00B04F97">
      <w:pPr>
        <w:tabs>
          <w:tab w:val="center" w:pos="4677"/>
          <w:tab w:val="left" w:pos="5610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>8</w:t>
      </w:r>
      <w:r w:rsidRPr="00970F60">
        <w:rPr>
          <w:rFonts w:ascii="Arial" w:hAnsi="Arial" w:cs="Arial"/>
          <w:b/>
          <w:bCs/>
          <w:sz w:val="24"/>
          <w:szCs w:val="24"/>
        </w:rPr>
        <w:t xml:space="preserve"> класс </w:t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024345" w:rsidRPr="000104EE" w:rsidRDefault="00024345" w:rsidP="001D4D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24345" w:rsidRPr="00B04F97" w:rsidRDefault="00024345" w:rsidP="001D4D4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04F97">
        <w:rPr>
          <w:rFonts w:ascii="Arial" w:hAnsi="Arial" w:cs="Arial"/>
          <w:b/>
          <w:bCs/>
          <w:sz w:val="24"/>
          <w:szCs w:val="24"/>
        </w:rPr>
        <w:t>Время выполнения работы - 90 минут.</w:t>
      </w:r>
    </w:p>
    <w:p w:rsidR="00024345" w:rsidRPr="00B04F97" w:rsidRDefault="00024345" w:rsidP="001D4D4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04F97">
        <w:rPr>
          <w:rFonts w:ascii="Arial" w:hAnsi="Arial" w:cs="Arial"/>
          <w:b/>
          <w:bCs/>
          <w:sz w:val="24"/>
          <w:szCs w:val="24"/>
        </w:rPr>
        <w:t>Максимальное количество баллов- 6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B04F97">
        <w:rPr>
          <w:rFonts w:ascii="Arial" w:hAnsi="Arial" w:cs="Arial"/>
          <w:b/>
          <w:bCs/>
          <w:sz w:val="24"/>
          <w:szCs w:val="24"/>
        </w:rPr>
        <w:t xml:space="preserve"> балла</w:t>
      </w:r>
    </w:p>
    <w:p w:rsidR="00024345" w:rsidRDefault="00024345" w:rsidP="001D4D4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24345" w:rsidRPr="000104EE" w:rsidRDefault="00024345" w:rsidP="001D4D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04EE">
        <w:rPr>
          <w:rFonts w:ascii="Arial" w:hAnsi="Arial" w:cs="Arial"/>
          <w:b/>
          <w:bCs/>
          <w:sz w:val="24"/>
          <w:szCs w:val="24"/>
        </w:rPr>
        <w:t>Не разрешается</w:t>
      </w:r>
      <w:r w:rsidRPr="000104EE">
        <w:rPr>
          <w:rFonts w:ascii="Arial" w:hAnsi="Arial" w:cs="Arial"/>
          <w:sz w:val="24"/>
          <w:szCs w:val="24"/>
        </w:rPr>
        <w:t xml:space="preserve"> пользоваться атласами и справочными данными. Удачи!</w:t>
      </w:r>
    </w:p>
    <w:p w:rsidR="00024345" w:rsidRPr="000104EE" w:rsidRDefault="00024345" w:rsidP="001D4D41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024345" w:rsidRPr="00B04F97" w:rsidRDefault="00024345" w:rsidP="001D4D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B04F97">
        <w:rPr>
          <w:rFonts w:ascii="Arial" w:hAnsi="Arial" w:cs="Arial"/>
          <w:b/>
          <w:bCs/>
          <w:sz w:val="24"/>
          <w:szCs w:val="24"/>
          <w:u w:val="single"/>
        </w:rPr>
        <w:t>ТЕСТОВЫЙ РАУНД</w:t>
      </w:r>
    </w:p>
    <w:p w:rsidR="00024345" w:rsidRPr="000104EE" w:rsidRDefault="00024345" w:rsidP="001D4D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24345" w:rsidRPr="000104EE" w:rsidRDefault="00024345" w:rsidP="001D4D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104EE">
        <w:rPr>
          <w:rFonts w:ascii="Arial" w:hAnsi="Arial" w:cs="Arial"/>
          <w:sz w:val="24"/>
          <w:szCs w:val="24"/>
          <w:lang w:val="en-US"/>
        </w:rPr>
        <w:t>I</w:t>
      </w:r>
      <w:r w:rsidRPr="000104EE">
        <w:rPr>
          <w:rFonts w:ascii="Arial" w:hAnsi="Arial" w:cs="Arial"/>
          <w:sz w:val="24"/>
          <w:szCs w:val="24"/>
        </w:rPr>
        <w:t>. Выберите одно верное утверждение</w:t>
      </w:r>
      <w:r>
        <w:rPr>
          <w:rFonts w:ascii="Arial" w:hAnsi="Arial" w:cs="Arial"/>
          <w:sz w:val="24"/>
          <w:szCs w:val="24"/>
        </w:rPr>
        <w:t xml:space="preserve"> (по 1 баллу за правильный ответ)</w:t>
      </w:r>
    </w:p>
    <w:p w:rsidR="00024345" w:rsidRPr="000104EE" w:rsidRDefault="00024345" w:rsidP="001D4D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24345" w:rsidRPr="00B04F97" w:rsidRDefault="00024345" w:rsidP="0041772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Какое из перечисленных  морей омывает берега Азии?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Балтийское, б) Баренцево, в) Эгейское, г) Адриатическое.</w:t>
      </w:r>
    </w:p>
    <w:p w:rsidR="00024345" w:rsidRPr="00B04F97" w:rsidRDefault="00024345" w:rsidP="00752873">
      <w:pPr>
        <w:pStyle w:val="ListParagraph"/>
        <w:numPr>
          <w:ilvl w:val="0"/>
          <w:numId w:val="1"/>
        </w:numPr>
        <w:spacing w:before="240"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Когда  на северном полярном круге полярный день полуденное Солнце стоит в зените на широте:</w:t>
      </w:r>
    </w:p>
    <w:p w:rsidR="00024345" w:rsidRPr="00B04F97" w:rsidRDefault="00024345" w:rsidP="002A67F5">
      <w:pPr>
        <w:pStyle w:val="ListParagraph"/>
        <w:spacing w:before="240"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0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, б) 23,5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с.ш., в) 23,5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ю.ш., г) 90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с.ш.</w:t>
      </w:r>
    </w:p>
    <w:p w:rsidR="00024345" w:rsidRPr="00B04F97" w:rsidRDefault="00024345" w:rsidP="00752873">
      <w:pPr>
        <w:pStyle w:val="ListParagraph"/>
        <w:numPr>
          <w:ilvl w:val="0"/>
          <w:numId w:val="1"/>
        </w:numPr>
        <w:spacing w:before="240"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В какой день продолжительность светового дня в Аргентине наибольшая?</w:t>
      </w:r>
    </w:p>
    <w:p w:rsidR="00024345" w:rsidRPr="00B04F97" w:rsidRDefault="00024345" w:rsidP="002A67F5">
      <w:pPr>
        <w:pStyle w:val="ListParagraph"/>
        <w:spacing w:before="240"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22 декабря, б) 22 июня, в) 21 марта, г) 23 сентября.</w:t>
      </w:r>
    </w:p>
    <w:p w:rsidR="00024345" w:rsidRPr="00B04F97" w:rsidRDefault="00024345" w:rsidP="00752873">
      <w:pPr>
        <w:pStyle w:val="ListParagraph"/>
        <w:numPr>
          <w:ilvl w:val="0"/>
          <w:numId w:val="1"/>
        </w:numPr>
        <w:spacing w:before="240"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Каким должен быть масштаб карты, если расстояние на местности равное 100 км должно уместиться на карте в 5 см?</w:t>
      </w:r>
    </w:p>
    <w:p w:rsidR="00024345" w:rsidRPr="00B04F97" w:rsidRDefault="00024345" w:rsidP="002A67F5">
      <w:pPr>
        <w:pStyle w:val="ListParagraph"/>
        <w:spacing w:before="240"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1: 500, б) 1:2000000, в) 1: 20000, г) 1:5000000.</w:t>
      </w:r>
    </w:p>
    <w:p w:rsidR="00024345" w:rsidRPr="00B04F97" w:rsidRDefault="00024345" w:rsidP="00FB2738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Кто из перечисленных исследователей и путешественников совершил кругосветное плавание?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Ф.Беллинсгаузен, б) С.Дежнев, в) В.Беринг, г) Н.Пржевальский.</w:t>
      </w:r>
    </w:p>
    <w:p w:rsidR="00024345" w:rsidRPr="00B04F97" w:rsidRDefault="00024345" w:rsidP="00D20AB0">
      <w:pPr>
        <w:pStyle w:val="ListParagraph"/>
        <w:numPr>
          <w:ilvl w:val="0"/>
          <w:numId w:val="1"/>
        </w:numPr>
        <w:spacing w:before="240"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 xml:space="preserve">Чему равен азимут направления движения путника, если южный ветер дует ему строго в левый бок?           </w:t>
      </w:r>
    </w:p>
    <w:p w:rsidR="00024345" w:rsidRPr="00B04F97" w:rsidRDefault="00024345" w:rsidP="000104EE">
      <w:pPr>
        <w:pStyle w:val="ListParagraph"/>
        <w:spacing w:before="240"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 xml:space="preserve">  а) 0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, б) 90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, в) 45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, г) 270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.</w:t>
      </w:r>
    </w:p>
    <w:p w:rsidR="00024345" w:rsidRPr="00B04F97" w:rsidRDefault="00024345" w:rsidP="00D20AB0">
      <w:pPr>
        <w:pStyle w:val="ListParagraph"/>
        <w:numPr>
          <w:ilvl w:val="0"/>
          <w:numId w:val="1"/>
        </w:numPr>
        <w:spacing w:before="240"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 xml:space="preserve"> Какой геологический период предшествовал девонскому?</w:t>
      </w:r>
    </w:p>
    <w:p w:rsidR="00024345" w:rsidRPr="00B04F97" w:rsidRDefault="00024345" w:rsidP="002A67F5">
      <w:pPr>
        <w:pStyle w:val="ListParagraph"/>
        <w:spacing w:before="240"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 xml:space="preserve"> а) меловой, б) карбоновый, в) силурийский, г) триасовый.</w:t>
      </w:r>
    </w:p>
    <w:p w:rsidR="00024345" w:rsidRPr="00B04F97" w:rsidRDefault="00024345" w:rsidP="00496E19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 xml:space="preserve"> Что влияет на формирование на Земле ветров преобладающих направлений?</w:t>
      </w:r>
    </w:p>
    <w:p w:rsidR="00024345" w:rsidRPr="00B04F97" w:rsidRDefault="00024345" w:rsidP="0041772E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климат, б) атмосферное давление, в) океанические течения, г) деятельность  человека.</w:t>
      </w: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На каком материке тропические пустыни занимают самую большую площадь?</w:t>
      </w:r>
    </w:p>
    <w:p w:rsidR="00024345" w:rsidRPr="00B04F97" w:rsidRDefault="00024345" w:rsidP="00692C53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Австралия, б) Южная Америка, в) Африка, г) Евразия.</w:t>
      </w: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При какой температуре замерзает морская вода?</w:t>
      </w:r>
    </w:p>
    <w:p w:rsidR="00024345" w:rsidRPr="00B04F97" w:rsidRDefault="00024345" w:rsidP="00692C53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0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С, б) -1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С, в) -2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С, г) 1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С.</w:t>
      </w: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Как называются морские организмы, обитающие в толще воды?</w:t>
      </w:r>
    </w:p>
    <w:p w:rsidR="00024345" w:rsidRPr="00B04F97" w:rsidRDefault="00024345" w:rsidP="00337B27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планктон, б) нектон,  в) бентос, г) литораль.</w:t>
      </w: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У берегов какого материка шельф занимает наибольшую площадь?</w:t>
      </w:r>
    </w:p>
    <w:p w:rsidR="00024345" w:rsidRPr="00B04F97" w:rsidRDefault="00024345" w:rsidP="00337B27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Северной Америки, б) Южной Америки, в) Евразии, г) Антарктиды.</w:t>
      </w: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 xml:space="preserve"> Укажите из приведенных примеров тот, который подходит по смыслу широтной зональности: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высотная поясность, б) широтная континентальность, в) сезонная засушливость.</w:t>
      </w: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 xml:space="preserve"> Через какой пролив можно попасть из Тихого океана  в Атлантический?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Магелланов, б) Берингов, в) Ла-Манш, г) Гибралтарский.</w:t>
      </w: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На каком из островов среднегодовое количество осадков выше?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Мадагаскар, б) Калимантан, в) Гренландия, г) Сахалин.</w:t>
      </w: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 xml:space="preserve"> Какой из перечисленных материков является родиной гевеи, дерева какао и хинного дерева?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Африка, б) Южная Америка, в) Австралия, г) Евразия.</w:t>
      </w: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 xml:space="preserve"> Какое соответствие «животное – место обитания» верно?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окапи - Китай, б) большая панда – Бразилия, в) скунс – о.Куба, г) лемур – о.Мадагаскар.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 xml:space="preserve"> Найдите верное высказывание про материк Африка:</w:t>
      </w:r>
    </w:p>
    <w:p w:rsidR="00024345" w:rsidRPr="00B04F97" w:rsidRDefault="00024345" w:rsidP="006D7709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Африка имеет большую протяженность с севера на юг, поэтому для нее характерен большой набор климатических поясов.</w:t>
      </w:r>
    </w:p>
    <w:p w:rsidR="00024345" w:rsidRPr="00B04F97" w:rsidRDefault="00024345" w:rsidP="006D7709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б) В пустыне Калахари среднемесячная температура  января  опускается до   -5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С.</w:t>
      </w:r>
    </w:p>
    <w:p w:rsidR="00024345" w:rsidRPr="00B04F97" w:rsidRDefault="00024345" w:rsidP="006D7709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в) Река Конго полноводна круглый год, а для реки Нигер характерно летнее половодье.</w:t>
      </w:r>
    </w:p>
    <w:p w:rsidR="00024345" w:rsidRPr="00B04F97" w:rsidRDefault="00024345" w:rsidP="006D7709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г) Для жестколистных лесов Африки типичны такие представители как баобабы, акации, паркии.</w:t>
      </w:r>
    </w:p>
    <w:p w:rsidR="00024345" w:rsidRPr="00B04F97" w:rsidRDefault="00024345" w:rsidP="00805DE3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>Найдите верное высказывание про материк Южная Америка: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а) Вершина Аконкагуа, вулкан Льюльяйльяко, озеро Титикака расположены на востоке материка.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б) Южное Чили – одно из самых «мокрых» мест на материке.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в) Водопад Игуасу – самый высокий водопад в Южной Америке.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>г) Потомки европейцев и индейцев – мулаты.</w:t>
      </w:r>
    </w:p>
    <w:p w:rsidR="00024345" w:rsidRPr="00B04F97" w:rsidRDefault="00024345" w:rsidP="00C7671E">
      <w:pPr>
        <w:pStyle w:val="ListParagraph"/>
        <w:numPr>
          <w:ilvl w:val="0"/>
          <w:numId w:val="1"/>
        </w:numPr>
        <w:spacing w:after="0"/>
        <w:ind w:left="284" w:hanging="284"/>
        <w:rPr>
          <w:sz w:val="26"/>
          <w:szCs w:val="26"/>
        </w:rPr>
      </w:pPr>
      <w:r w:rsidRPr="00B04F97">
        <w:rPr>
          <w:sz w:val="26"/>
          <w:szCs w:val="26"/>
        </w:rPr>
        <w:t xml:space="preserve"> Укажите, какое высказывание не соответствует Антарктиде: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  <w:r w:rsidRPr="00B04F97">
        <w:rPr>
          <w:sz w:val="26"/>
          <w:szCs w:val="26"/>
        </w:rPr>
        <w:t xml:space="preserve"> а) Антарктида  - Земля ветров, б) самые распространенные птицы – поморники, в) расположена в трех полушариях, г) самые низкие температуры были зарегистрированы в восточной части материка.</w:t>
      </w:r>
    </w:p>
    <w:p w:rsidR="00024345" w:rsidRPr="00B04F97" w:rsidRDefault="00024345" w:rsidP="002A67F5">
      <w:pPr>
        <w:pStyle w:val="ListParagraph"/>
        <w:spacing w:after="0"/>
        <w:ind w:left="284"/>
        <w:rPr>
          <w:sz w:val="26"/>
          <w:szCs w:val="26"/>
        </w:rPr>
      </w:pPr>
    </w:p>
    <w:p w:rsidR="00024345" w:rsidRDefault="00024345" w:rsidP="009D4AC7">
      <w:pPr>
        <w:spacing w:after="0"/>
        <w:jc w:val="center"/>
        <w:rPr>
          <w:b/>
          <w:bCs/>
          <w:sz w:val="26"/>
          <w:szCs w:val="26"/>
        </w:rPr>
      </w:pPr>
    </w:p>
    <w:p w:rsidR="00024345" w:rsidRPr="00B04F97" w:rsidRDefault="00024345" w:rsidP="009D4AC7">
      <w:pPr>
        <w:spacing w:after="0"/>
        <w:jc w:val="center"/>
        <w:rPr>
          <w:b/>
          <w:bCs/>
          <w:sz w:val="26"/>
          <w:szCs w:val="26"/>
        </w:rPr>
      </w:pPr>
      <w:r w:rsidRPr="00B04F97">
        <w:rPr>
          <w:b/>
          <w:bCs/>
          <w:sz w:val="26"/>
          <w:szCs w:val="26"/>
        </w:rPr>
        <w:t>АНАЛИТИЧЕСКИЙ РАУНД</w:t>
      </w:r>
    </w:p>
    <w:p w:rsidR="00024345" w:rsidRDefault="00024345" w:rsidP="00496E19">
      <w:pPr>
        <w:spacing w:after="0"/>
        <w:rPr>
          <w:sz w:val="26"/>
          <w:szCs w:val="26"/>
        </w:rPr>
      </w:pPr>
      <w:r w:rsidRPr="00B04F97">
        <w:rPr>
          <w:b/>
          <w:bCs/>
          <w:sz w:val="26"/>
          <w:szCs w:val="26"/>
        </w:rPr>
        <w:t>Задание 1.</w:t>
      </w:r>
      <w:r w:rsidRPr="00B04F97">
        <w:rPr>
          <w:sz w:val="26"/>
          <w:szCs w:val="26"/>
        </w:rPr>
        <w:t xml:space="preserve"> Где в Евразии особенно много вулканов? Объясните, почему именно в этой области наблюдается большое скопление вулканов?</w:t>
      </w:r>
      <w:bookmarkStart w:id="0" w:name="_GoBack"/>
      <w:bookmarkEnd w:id="0"/>
      <w:r w:rsidRPr="00B04F97">
        <w:rPr>
          <w:sz w:val="26"/>
          <w:szCs w:val="26"/>
        </w:rPr>
        <w:t xml:space="preserve"> Назовите самый высокий вулкан в Евразии.</w:t>
      </w:r>
    </w:p>
    <w:p w:rsidR="00024345" w:rsidRPr="00B04F97" w:rsidRDefault="00024345" w:rsidP="00496E19">
      <w:pPr>
        <w:spacing w:after="0"/>
        <w:rPr>
          <w:sz w:val="26"/>
          <w:szCs w:val="26"/>
        </w:rPr>
      </w:pPr>
      <w:r>
        <w:rPr>
          <w:sz w:val="26"/>
          <w:szCs w:val="26"/>
        </w:rPr>
        <w:t>Максимально 8 баллов</w:t>
      </w:r>
    </w:p>
    <w:p w:rsidR="00024345" w:rsidRPr="00B04F97" w:rsidRDefault="00024345" w:rsidP="00496E19">
      <w:pPr>
        <w:spacing w:after="0"/>
        <w:rPr>
          <w:sz w:val="26"/>
          <w:szCs w:val="26"/>
        </w:rPr>
      </w:pPr>
      <w:r w:rsidRPr="00B04F97">
        <w:rPr>
          <w:b/>
          <w:bCs/>
          <w:sz w:val="26"/>
          <w:szCs w:val="26"/>
        </w:rPr>
        <w:t>Задание 2.</w:t>
      </w:r>
      <w:r w:rsidRPr="00B04F97">
        <w:rPr>
          <w:sz w:val="26"/>
          <w:szCs w:val="26"/>
        </w:rPr>
        <w:t xml:space="preserve"> Определите географические координаты пункта, если известно, что</w:t>
      </w:r>
    </w:p>
    <w:p w:rsidR="00024345" w:rsidRPr="00B04F97" w:rsidRDefault="00024345" w:rsidP="00496E19">
      <w:pPr>
        <w:spacing w:after="0"/>
        <w:rPr>
          <w:sz w:val="26"/>
          <w:szCs w:val="26"/>
        </w:rPr>
      </w:pPr>
      <w:r w:rsidRPr="00B04F97">
        <w:rPr>
          <w:sz w:val="26"/>
          <w:szCs w:val="26"/>
        </w:rPr>
        <w:t>- тени от предметов в полдень всегда падают на север;</w:t>
      </w:r>
    </w:p>
    <w:p w:rsidR="00024345" w:rsidRPr="00B04F97" w:rsidRDefault="00024345" w:rsidP="00496E19">
      <w:pPr>
        <w:spacing w:after="0"/>
        <w:rPr>
          <w:sz w:val="26"/>
          <w:szCs w:val="26"/>
        </w:rPr>
      </w:pPr>
      <w:r w:rsidRPr="00B04F97">
        <w:rPr>
          <w:sz w:val="26"/>
          <w:szCs w:val="26"/>
        </w:rPr>
        <w:t>-  в дни равноденствия полуденное Солнце поднимается над горизонтом на 45</w:t>
      </w:r>
      <w:r w:rsidRPr="00B04F97">
        <w:rPr>
          <w:sz w:val="26"/>
          <w:szCs w:val="26"/>
          <w:vertAlign w:val="superscript"/>
        </w:rPr>
        <w:t>0</w:t>
      </w:r>
      <w:r w:rsidRPr="00B04F97">
        <w:rPr>
          <w:sz w:val="26"/>
          <w:szCs w:val="26"/>
        </w:rPr>
        <w:t>;</w:t>
      </w:r>
    </w:p>
    <w:p w:rsidR="00024345" w:rsidRPr="00B04F97" w:rsidRDefault="00024345" w:rsidP="00496E19">
      <w:pPr>
        <w:spacing w:after="0"/>
        <w:rPr>
          <w:sz w:val="26"/>
          <w:szCs w:val="26"/>
        </w:rPr>
      </w:pPr>
      <w:r w:rsidRPr="00B04F97">
        <w:rPr>
          <w:sz w:val="26"/>
          <w:szCs w:val="26"/>
        </w:rPr>
        <w:t>- местное время опережает время нулевого меридиана на 3 ч.</w:t>
      </w:r>
    </w:p>
    <w:p w:rsidR="00024345" w:rsidRPr="00B04F97" w:rsidRDefault="00024345" w:rsidP="00990EA8">
      <w:pPr>
        <w:spacing w:after="0"/>
        <w:rPr>
          <w:sz w:val="26"/>
          <w:szCs w:val="26"/>
        </w:rPr>
      </w:pPr>
      <w:r>
        <w:rPr>
          <w:sz w:val="26"/>
          <w:szCs w:val="26"/>
        </w:rPr>
        <w:t>Максимально 4 балла</w:t>
      </w:r>
    </w:p>
    <w:p w:rsidR="00024345" w:rsidRPr="00B04F97" w:rsidRDefault="00024345" w:rsidP="001A41F4">
      <w:pPr>
        <w:spacing w:after="0"/>
        <w:rPr>
          <w:sz w:val="26"/>
          <w:szCs w:val="26"/>
        </w:rPr>
      </w:pPr>
      <w:r w:rsidRPr="00B04F97">
        <w:rPr>
          <w:b/>
          <w:bCs/>
          <w:sz w:val="26"/>
          <w:szCs w:val="26"/>
        </w:rPr>
        <w:t>Задание 3.</w:t>
      </w:r>
      <w:r w:rsidRPr="00B04F97">
        <w:rPr>
          <w:sz w:val="26"/>
          <w:szCs w:val="26"/>
        </w:rPr>
        <w:t xml:space="preserve"> Владимир живет в г.Владивосток ( </w:t>
      </w:r>
      <w:r w:rsidRPr="00B04F97">
        <w:rPr>
          <w:sz w:val="26"/>
          <w:szCs w:val="26"/>
          <w:lang w:val="en-US"/>
        </w:rPr>
        <w:t>UTC</w:t>
      </w:r>
      <w:r w:rsidRPr="00B04F97">
        <w:rPr>
          <w:sz w:val="26"/>
          <w:szCs w:val="26"/>
        </w:rPr>
        <w:t xml:space="preserve"> +10), а его друг Александр в г.Ванкувер (</w:t>
      </w:r>
      <w:r w:rsidRPr="00B04F97">
        <w:rPr>
          <w:sz w:val="26"/>
          <w:szCs w:val="26"/>
          <w:lang w:val="en-US"/>
        </w:rPr>
        <w:t>UTC</w:t>
      </w:r>
      <w:r w:rsidRPr="00B04F97">
        <w:rPr>
          <w:sz w:val="26"/>
          <w:szCs w:val="26"/>
        </w:rPr>
        <w:t xml:space="preserve"> -8). Во сколько  и какого числа Александр должен позвонить Владимиру, если он хочет поздравить его с днем рождения в 10 часов  11 декабря? (</w:t>
      </w:r>
      <w:r w:rsidRPr="00B04F97">
        <w:rPr>
          <w:sz w:val="26"/>
          <w:szCs w:val="26"/>
          <w:lang w:val="en-US"/>
        </w:rPr>
        <w:t>UTC</w:t>
      </w:r>
      <w:r w:rsidRPr="00B04F97">
        <w:rPr>
          <w:sz w:val="26"/>
          <w:szCs w:val="26"/>
        </w:rPr>
        <w:t xml:space="preserve"> – всемирное время).</w:t>
      </w:r>
    </w:p>
    <w:p w:rsidR="00024345" w:rsidRPr="00B04F97" w:rsidRDefault="00024345" w:rsidP="00990EA8">
      <w:pPr>
        <w:spacing w:after="0"/>
        <w:rPr>
          <w:sz w:val="26"/>
          <w:szCs w:val="26"/>
        </w:rPr>
      </w:pPr>
      <w:r>
        <w:rPr>
          <w:sz w:val="26"/>
          <w:szCs w:val="26"/>
        </w:rPr>
        <w:t>Максимально 4 балла</w:t>
      </w:r>
    </w:p>
    <w:p w:rsidR="00024345" w:rsidRPr="00B04F97" w:rsidRDefault="00024345" w:rsidP="00496E19">
      <w:pPr>
        <w:spacing w:after="0"/>
        <w:rPr>
          <w:sz w:val="26"/>
          <w:szCs w:val="26"/>
        </w:rPr>
      </w:pPr>
      <w:r w:rsidRPr="00B04F97">
        <w:rPr>
          <w:b/>
          <w:bCs/>
          <w:sz w:val="26"/>
          <w:szCs w:val="26"/>
        </w:rPr>
        <w:t>Задание 4.</w:t>
      </w:r>
      <w:r w:rsidRPr="00B04F97">
        <w:rPr>
          <w:sz w:val="26"/>
          <w:szCs w:val="26"/>
        </w:rPr>
        <w:t xml:space="preserve"> Распределите термины по Частям Света и по смыслу</w:t>
      </w:r>
      <w:r>
        <w:rPr>
          <w:sz w:val="26"/>
          <w:szCs w:val="26"/>
        </w:rPr>
        <w:t xml:space="preserve"> (что это?)</w:t>
      </w:r>
      <w:r w:rsidRPr="00B04F97">
        <w:rPr>
          <w:sz w:val="26"/>
          <w:szCs w:val="26"/>
        </w:rPr>
        <w:t xml:space="preserve"> в виде таблицы</w:t>
      </w:r>
      <w:r>
        <w:rPr>
          <w:sz w:val="26"/>
          <w:szCs w:val="26"/>
        </w:rPr>
        <w:t xml:space="preserve"> (Максимальное количество баллов – 26)</w:t>
      </w:r>
      <w:r w:rsidRPr="00B04F97">
        <w:rPr>
          <w:sz w:val="26"/>
          <w:szCs w:val="26"/>
        </w:rPr>
        <w:t>:</w:t>
      </w:r>
    </w:p>
    <w:p w:rsidR="00024345" w:rsidRPr="00B04F97" w:rsidRDefault="00024345" w:rsidP="00977471">
      <w:pPr>
        <w:spacing w:after="0"/>
        <w:ind w:firstLine="567"/>
        <w:rPr>
          <w:sz w:val="26"/>
          <w:szCs w:val="26"/>
        </w:rPr>
      </w:pPr>
      <w:r w:rsidRPr="00B04F97">
        <w:rPr>
          <w:sz w:val="26"/>
          <w:szCs w:val="26"/>
        </w:rPr>
        <w:t xml:space="preserve">Ладожское, Обь,  Виктория,  Муррей, Котопахи, Онтарио, Дунай, </w:t>
      </w:r>
    </w:p>
    <w:p w:rsidR="00024345" w:rsidRPr="00B04F97" w:rsidRDefault="00024345" w:rsidP="00977471">
      <w:pPr>
        <w:spacing w:after="0"/>
        <w:ind w:firstLine="567"/>
        <w:rPr>
          <w:sz w:val="26"/>
          <w:szCs w:val="26"/>
        </w:rPr>
      </w:pPr>
      <w:r w:rsidRPr="00B04F97">
        <w:rPr>
          <w:sz w:val="26"/>
          <w:szCs w:val="26"/>
        </w:rPr>
        <w:t>Ключевская Сопка, Эйр, Оранжевая, Эребус, Ориноко, Килиманджаро, Балхаш, Восток, Гекла.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71"/>
        <w:gridCol w:w="1971"/>
        <w:gridCol w:w="1971"/>
        <w:gridCol w:w="1971"/>
      </w:tblGrid>
      <w:tr w:rsidR="00024345" w:rsidRPr="00B04F97"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  <w:r w:rsidRPr="00B04F97">
              <w:rPr>
                <w:sz w:val="26"/>
                <w:szCs w:val="26"/>
              </w:rPr>
              <w:t>Часть Света</w:t>
            </w: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  <w:r w:rsidRPr="00B04F97">
              <w:rPr>
                <w:sz w:val="26"/>
                <w:szCs w:val="26"/>
              </w:rPr>
              <w:t xml:space="preserve">…. </w:t>
            </w: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  <w:r w:rsidRPr="00B04F97">
              <w:rPr>
                <w:sz w:val="26"/>
                <w:szCs w:val="26"/>
              </w:rPr>
              <w:t>……</w:t>
            </w: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  <w:r w:rsidRPr="00B04F97">
              <w:rPr>
                <w:sz w:val="26"/>
                <w:szCs w:val="26"/>
              </w:rPr>
              <w:t>…..</w:t>
            </w:r>
          </w:p>
        </w:tc>
      </w:tr>
      <w:tr w:rsidR="00024345" w:rsidRPr="00B04F97"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024345" w:rsidRPr="00B04F97"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024345" w:rsidRPr="00B04F97"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024345" w:rsidRPr="00B04F97"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024345" w:rsidRPr="00B04F97"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024345" w:rsidRPr="00B04F97"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24345" w:rsidRPr="00B04F97" w:rsidRDefault="00024345" w:rsidP="009246D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024345" w:rsidRPr="00B04F97" w:rsidRDefault="00024345" w:rsidP="00496E19">
      <w:pPr>
        <w:spacing w:after="0"/>
        <w:rPr>
          <w:sz w:val="26"/>
          <w:szCs w:val="26"/>
        </w:rPr>
      </w:pPr>
    </w:p>
    <w:p w:rsidR="00024345" w:rsidRPr="00B04F97" w:rsidRDefault="00024345" w:rsidP="00977471">
      <w:pPr>
        <w:spacing w:after="0"/>
        <w:jc w:val="center"/>
        <w:rPr>
          <w:sz w:val="26"/>
          <w:szCs w:val="26"/>
        </w:rPr>
      </w:pPr>
    </w:p>
    <w:p w:rsidR="00024345" w:rsidRPr="00B04F97" w:rsidRDefault="00024345" w:rsidP="00496E19">
      <w:pPr>
        <w:spacing w:after="0"/>
        <w:rPr>
          <w:sz w:val="26"/>
          <w:szCs w:val="26"/>
        </w:rPr>
      </w:pPr>
    </w:p>
    <w:sectPr w:rsidR="00024345" w:rsidRPr="00B04F97" w:rsidSect="006D770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57403"/>
    <w:multiLevelType w:val="hybridMultilevel"/>
    <w:tmpl w:val="C0A61AB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D41"/>
    <w:rsid w:val="000104EE"/>
    <w:rsid w:val="00024345"/>
    <w:rsid w:val="0004424E"/>
    <w:rsid w:val="00072DA1"/>
    <w:rsid w:val="000C7F61"/>
    <w:rsid w:val="001A41F4"/>
    <w:rsid w:val="001D4D41"/>
    <w:rsid w:val="001E38BA"/>
    <w:rsid w:val="001F11A9"/>
    <w:rsid w:val="0020346E"/>
    <w:rsid w:val="00282E5B"/>
    <w:rsid w:val="00286DE6"/>
    <w:rsid w:val="00290C68"/>
    <w:rsid w:val="002A12D8"/>
    <w:rsid w:val="002A67F5"/>
    <w:rsid w:val="00337B27"/>
    <w:rsid w:val="00386090"/>
    <w:rsid w:val="003B78A1"/>
    <w:rsid w:val="0041772E"/>
    <w:rsid w:val="00417C96"/>
    <w:rsid w:val="004308DF"/>
    <w:rsid w:val="004438E4"/>
    <w:rsid w:val="00496E19"/>
    <w:rsid w:val="004B0B5C"/>
    <w:rsid w:val="004E63E7"/>
    <w:rsid w:val="0052068A"/>
    <w:rsid w:val="005F11B3"/>
    <w:rsid w:val="00627A8D"/>
    <w:rsid w:val="006419EE"/>
    <w:rsid w:val="00663FC6"/>
    <w:rsid w:val="006917FA"/>
    <w:rsid w:val="00692C53"/>
    <w:rsid w:val="006D7709"/>
    <w:rsid w:val="00752873"/>
    <w:rsid w:val="00782ECD"/>
    <w:rsid w:val="007B6B89"/>
    <w:rsid w:val="007E238C"/>
    <w:rsid w:val="007F19BD"/>
    <w:rsid w:val="007F1ADF"/>
    <w:rsid w:val="00805DE3"/>
    <w:rsid w:val="008568C2"/>
    <w:rsid w:val="0088625D"/>
    <w:rsid w:val="008B2E74"/>
    <w:rsid w:val="008C47C2"/>
    <w:rsid w:val="009246DE"/>
    <w:rsid w:val="0095181E"/>
    <w:rsid w:val="00970F60"/>
    <w:rsid w:val="00977471"/>
    <w:rsid w:val="00977FF8"/>
    <w:rsid w:val="00980604"/>
    <w:rsid w:val="00990EA8"/>
    <w:rsid w:val="009A40E2"/>
    <w:rsid w:val="009D4AC7"/>
    <w:rsid w:val="00A33AA5"/>
    <w:rsid w:val="00A518C4"/>
    <w:rsid w:val="00B02B74"/>
    <w:rsid w:val="00B04F97"/>
    <w:rsid w:val="00B15B80"/>
    <w:rsid w:val="00B1789C"/>
    <w:rsid w:val="00B2333D"/>
    <w:rsid w:val="00B651B7"/>
    <w:rsid w:val="00B65E79"/>
    <w:rsid w:val="00B72B46"/>
    <w:rsid w:val="00BD054A"/>
    <w:rsid w:val="00BD7708"/>
    <w:rsid w:val="00BE01D5"/>
    <w:rsid w:val="00C57AA3"/>
    <w:rsid w:val="00C7671E"/>
    <w:rsid w:val="00CB2050"/>
    <w:rsid w:val="00CB6E50"/>
    <w:rsid w:val="00CC1209"/>
    <w:rsid w:val="00CF41EC"/>
    <w:rsid w:val="00D066E7"/>
    <w:rsid w:val="00D20AB0"/>
    <w:rsid w:val="00D441D5"/>
    <w:rsid w:val="00D60E9B"/>
    <w:rsid w:val="00DA2ABE"/>
    <w:rsid w:val="00DC5AA2"/>
    <w:rsid w:val="00DD4048"/>
    <w:rsid w:val="00DE2798"/>
    <w:rsid w:val="00E037FD"/>
    <w:rsid w:val="00E10F9C"/>
    <w:rsid w:val="00E2212B"/>
    <w:rsid w:val="00E3574D"/>
    <w:rsid w:val="00E41EA3"/>
    <w:rsid w:val="00E62E19"/>
    <w:rsid w:val="00E811C9"/>
    <w:rsid w:val="00EA2BE3"/>
    <w:rsid w:val="00ED3659"/>
    <w:rsid w:val="00F65B02"/>
    <w:rsid w:val="00F8616F"/>
    <w:rsid w:val="00FB2738"/>
    <w:rsid w:val="00FB458B"/>
    <w:rsid w:val="00FE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BE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772E"/>
    <w:pPr>
      <w:ind w:left="720"/>
    </w:pPr>
  </w:style>
  <w:style w:type="table" w:styleId="TableGrid">
    <w:name w:val="Table Grid"/>
    <w:basedOn w:val="TableNormal"/>
    <w:uiPriority w:val="99"/>
    <w:rsid w:val="00663FC6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9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778</TotalTime>
  <Pages>3</Pages>
  <Words>693</Words>
  <Characters>3956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Klass21</cp:lastModifiedBy>
  <cp:revision>15</cp:revision>
  <dcterms:created xsi:type="dcterms:W3CDTF">2015-08-15T06:41:00Z</dcterms:created>
  <dcterms:modified xsi:type="dcterms:W3CDTF">2015-09-30T12:34:00Z</dcterms:modified>
</cp:coreProperties>
</file>